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2EEFDA9B" w:rsidR="00D44239" w:rsidRDefault="001F2A52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9</w:t>
      </w:r>
      <w:bookmarkStart w:id="0" w:name="_GoBack"/>
      <w:bookmarkEnd w:id="0"/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70E0856" w:rsidR="00D8160F" w:rsidRPr="00447B8F" w:rsidRDefault="00D8160F" w:rsidP="00207225">
            <w:pPr>
              <w:ind w:left="2410" w:hanging="2410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228" w:rsidRPr="00AA7228">
              <w:rPr>
                <w:rFonts w:ascii="Arial" w:hAnsi="Arial" w:cs="Arial"/>
                <w:b/>
                <w:sz w:val="20"/>
                <w:szCs w:val="20"/>
              </w:rPr>
              <w:t>Obnova VZT 15</w:t>
            </w:r>
            <w:r w:rsidR="00AA7228">
              <w:rPr>
                <w:rFonts w:ascii="Arial" w:hAnsi="Arial" w:cs="Arial"/>
                <w:b/>
                <w:sz w:val="20"/>
                <w:szCs w:val="20"/>
              </w:rPr>
              <w:t xml:space="preserve"> a VZT 15A</w:t>
            </w:r>
            <w:r w:rsidR="00AA7228" w:rsidRPr="00AA7228">
              <w:rPr>
                <w:rFonts w:ascii="Arial" w:hAnsi="Arial" w:cs="Arial"/>
                <w:b/>
                <w:sz w:val="20"/>
                <w:szCs w:val="20"/>
              </w:rPr>
              <w:t xml:space="preserve"> v objektu Římská 13 – VZT jednotka pro ústřední archiv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3799ED61" w:rsidR="004F14F4" w:rsidRPr="00447B8F" w:rsidRDefault="007C06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FDCE37" w14:textId="6363B905" w:rsidR="003A61BC" w:rsidRDefault="003A61BC" w:rsidP="003A61B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odst. 2 písm. a)</w:t>
      </w:r>
      <w:r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 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F692E49" w14:textId="77777777" w:rsidR="00370A4D" w:rsidRDefault="006F7AF9" w:rsidP="00881BE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4F7A">
        <w:rPr>
          <w:rFonts w:ascii="Arial" w:hAnsi="Arial" w:cs="Arial"/>
          <w:sz w:val="20"/>
          <w:szCs w:val="20"/>
        </w:rPr>
        <w:t xml:space="preserve">splňuje </w:t>
      </w:r>
      <w:r w:rsidRPr="00324F7A">
        <w:rPr>
          <w:rFonts w:ascii="Arial" w:hAnsi="Arial" w:cs="Arial"/>
          <w:b/>
          <w:sz w:val="20"/>
          <w:szCs w:val="20"/>
        </w:rPr>
        <w:t>technick</w:t>
      </w:r>
      <w:r w:rsidR="008D7673" w:rsidRPr="00324F7A">
        <w:rPr>
          <w:rFonts w:ascii="Arial" w:hAnsi="Arial" w:cs="Arial"/>
          <w:b/>
          <w:sz w:val="20"/>
          <w:szCs w:val="20"/>
        </w:rPr>
        <w:t>ou</w:t>
      </w:r>
      <w:r w:rsidRPr="00324F7A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324F7A">
        <w:rPr>
          <w:rFonts w:ascii="Arial" w:hAnsi="Arial" w:cs="Arial"/>
          <w:b/>
          <w:sz w:val="20"/>
          <w:szCs w:val="20"/>
        </w:rPr>
        <w:t>ci</w:t>
      </w:r>
      <w:r w:rsidRPr="00324F7A">
        <w:rPr>
          <w:rFonts w:ascii="Arial" w:hAnsi="Arial" w:cs="Arial"/>
          <w:sz w:val="20"/>
          <w:szCs w:val="20"/>
        </w:rPr>
        <w:t xml:space="preserve"> </w:t>
      </w:r>
      <w:r w:rsidR="008D7673" w:rsidRPr="00324F7A">
        <w:rPr>
          <w:rFonts w:ascii="Arial" w:hAnsi="Arial" w:cs="Arial"/>
          <w:sz w:val="20"/>
          <w:szCs w:val="20"/>
        </w:rPr>
        <w:t>v</w:t>
      </w:r>
      <w:r w:rsidR="00657AF1" w:rsidRPr="00324F7A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324F7A">
        <w:rPr>
          <w:rFonts w:ascii="Arial" w:hAnsi="Arial" w:cs="Arial"/>
          <w:sz w:val="20"/>
          <w:szCs w:val="20"/>
        </w:rPr>
        <w:t xml:space="preserve"> zadávací dokumentaci v </w:t>
      </w:r>
      <w:r w:rsidR="007C065E" w:rsidRPr="00324F7A">
        <w:rPr>
          <w:rFonts w:ascii="Arial" w:hAnsi="Arial" w:cs="Arial"/>
          <w:sz w:val="20"/>
          <w:szCs w:val="20"/>
        </w:rPr>
        <w:t>části B. Kvalifikace v čl. III</w:t>
      </w:r>
      <w:r w:rsidR="00657AF1" w:rsidRPr="00324F7A">
        <w:rPr>
          <w:rFonts w:ascii="Arial" w:hAnsi="Arial" w:cs="Arial"/>
          <w:sz w:val="20"/>
          <w:szCs w:val="20"/>
        </w:rPr>
        <w:t xml:space="preserve"> Technická kvalifikace § 79 ZZVZ</w:t>
      </w:r>
      <w:r w:rsidR="00324F7A">
        <w:rPr>
          <w:rFonts w:ascii="Arial" w:hAnsi="Arial" w:cs="Arial"/>
          <w:sz w:val="20"/>
          <w:szCs w:val="20"/>
        </w:rPr>
        <w:t xml:space="preserve"> </w:t>
      </w:r>
    </w:p>
    <w:p w14:paraId="06C2E61B" w14:textId="77777777" w:rsidR="00370A4D" w:rsidRDefault="00370A4D" w:rsidP="00370A4D">
      <w:pPr>
        <w:pStyle w:val="Odstavecseseznamem"/>
        <w:rPr>
          <w:rFonts w:ascii="Arial" w:hAnsi="Arial" w:cs="Arial"/>
          <w:sz w:val="20"/>
          <w:szCs w:val="20"/>
        </w:rPr>
      </w:pPr>
    </w:p>
    <w:p w14:paraId="0186D642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2CD64CC3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344BA3D1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54D85923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0AE06B7F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5E88A5C6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3B4C9770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045A7CDB" w14:textId="77777777" w:rsidR="003F1A0F" w:rsidRDefault="003F1A0F" w:rsidP="003F1A0F">
      <w:pPr>
        <w:rPr>
          <w:rFonts w:ascii="Arial" w:hAnsi="Arial" w:cs="Arial"/>
          <w:sz w:val="20"/>
          <w:szCs w:val="20"/>
        </w:rPr>
      </w:pPr>
    </w:p>
    <w:p w14:paraId="131FED72" w14:textId="6F10BF31" w:rsidR="00BF5695" w:rsidRPr="003F1A0F" w:rsidRDefault="00B73AC7" w:rsidP="003F1A0F">
      <w:pPr>
        <w:ind w:left="709"/>
        <w:rPr>
          <w:rFonts w:ascii="Arial" w:hAnsi="Arial" w:cs="Arial"/>
          <w:sz w:val="20"/>
          <w:szCs w:val="20"/>
        </w:rPr>
      </w:pPr>
      <w:r w:rsidRPr="003F1A0F">
        <w:rPr>
          <w:rFonts w:ascii="Arial" w:hAnsi="Arial" w:cs="Arial"/>
          <w:sz w:val="20"/>
          <w:szCs w:val="20"/>
        </w:rPr>
        <w:t>Referenční zakáz</w:t>
      </w:r>
      <w:r w:rsidR="00BF5695" w:rsidRPr="003F1A0F">
        <w:rPr>
          <w:rFonts w:ascii="Arial" w:hAnsi="Arial" w:cs="Arial"/>
          <w:sz w:val="20"/>
          <w:szCs w:val="20"/>
        </w:rPr>
        <w:t>k</w:t>
      </w:r>
      <w:r w:rsidRPr="003F1A0F">
        <w:rPr>
          <w:rFonts w:ascii="Arial" w:hAnsi="Arial" w:cs="Arial"/>
          <w:sz w:val="20"/>
          <w:szCs w:val="20"/>
        </w:rPr>
        <w:t>a</w:t>
      </w:r>
      <w:r w:rsidR="00BF5695" w:rsidRPr="003F1A0F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081CFC0" w:rsidR="00593E12" w:rsidRPr="00447B8F" w:rsidRDefault="00593E12" w:rsidP="00D6430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77777777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4616283" w14:textId="77777777" w:rsidR="003F1A0F" w:rsidRDefault="003F1A0F" w:rsidP="003F1A0F">
      <w:pPr>
        <w:pStyle w:val="Odstavecseseznamem"/>
        <w:rPr>
          <w:rFonts w:ascii="Arial" w:hAnsi="Arial" w:cs="Arial"/>
          <w:sz w:val="20"/>
          <w:szCs w:val="20"/>
        </w:rPr>
      </w:pPr>
    </w:p>
    <w:p w14:paraId="5F7D7FCA" w14:textId="53495FC7" w:rsidR="003F1A0F" w:rsidRDefault="003F1A0F" w:rsidP="003F1A0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6C9C5613" w14:textId="77777777" w:rsidR="003F1A0F" w:rsidRPr="00447B8F" w:rsidRDefault="003F1A0F" w:rsidP="003F1A0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F1A0F" w:rsidRPr="00447B8F" w14:paraId="33F3F451" w14:textId="77777777" w:rsidTr="007479C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49F141C" w14:textId="77777777" w:rsidR="003F1A0F" w:rsidRPr="00447B8F" w:rsidRDefault="003F1A0F" w:rsidP="007479C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5D33DBB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1A0F" w:rsidRPr="00447B8F" w14:paraId="7F9C901C" w14:textId="77777777" w:rsidTr="007479C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0F0A8E9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8CB230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1A0F" w:rsidRPr="00447B8F" w14:paraId="1B8B9929" w14:textId="77777777" w:rsidTr="007479C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451769D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402300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1A0F" w:rsidRPr="00447B8F" w14:paraId="4C5ACE4E" w14:textId="77777777" w:rsidTr="007479C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57F6B6C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48EA8D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F1A0F" w:rsidRPr="00447B8F" w14:paraId="33D52E63" w14:textId="77777777" w:rsidTr="007479C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2A9712F" w14:textId="77777777" w:rsidR="003F1A0F" w:rsidRPr="00447B8F" w:rsidRDefault="003F1A0F" w:rsidP="007479C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67F2AA" w14:textId="77777777" w:rsidR="003F1A0F" w:rsidRPr="00447B8F" w:rsidRDefault="003F1A0F" w:rsidP="007479C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77777777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2F7BA0F4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757AA" w14:textId="77777777" w:rsidR="00DA79F8" w:rsidRDefault="00DA79F8">
      <w:r>
        <w:separator/>
      </w:r>
    </w:p>
  </w:endnote>
  <w:endnote w:type="continuationSeparator" w:id="0">
    <w:p w14:paraId="789D7CA3" w14:textId="77777777" w:rsidR="00DA79F8" w:rsidRDefault="00DA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87F2E" w14:textId="77777777" w:rsidR="00DA79F8" w:rsidRDefault="00DA79F8">
      <w:r>
        <w:separator/>
      </w:r>
    </w:p>
  </w:footnote>
  <w:footnote w:type="continuationSeparator" w:id="0">
    <w:p w14:paraId="5285B11E" w14:textId="77777777" w:rsidR="00DA79F8" w:rsidRDefault="00DA7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5E794C"/>
    <w:multiLevelType w:val="hybridMultilevel"/>
    <w:tmpl w:val="2B781708"/>
    <w:lvl w:ilvl="0" w:tplc="30245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5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2A52"/>
    <w:rsid w:val="001F32C6"/>
    <w:rsid w:val="001F3A17"/>
    <w:rsid w:val="001F3E6C"/>
    <w:rsid w:val="00201570"/>
    <w:rsid w:val="00204BF8"/>
    <w:rsid w:val="002064F3"/>
    <w:rsid w:val="00206B3F"/>
    <w:rsid w:val="00207225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4F7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A4D"/>
    <w:rsid w:val="003816AD"/>
    <w:rsid w:val="003826C8"/>
    <w:rsid w:val="003846A1"/>
    <w:rsid w:val="00387DD8"/>
    <w:rsid w:val="003A3E52"/>
    <w:rsid w:val="003A412F"/>
    <w:rsid w:val="003A581C"/>
    <w:rsid w:val="003A61BC"/>
    <w:rsid w:val="003B3785"/>
    <w:rsid w:val="003B4C69"/>
    <w:rsid w:val="003B626B"/>
    <w:rsid w:val="003C36D1"/>
    <w:rsid w:val="003D5020"/>
    <w:rsid w:val="003D73B1"/>
    <w:rsid w:val="003F1A0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872C4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15C4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65E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FDC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21C2"/>
    <w:rsid w:val="008B434C"/>
    <w:rsid w:val="008B5238"/>
    <w:rsid w:val="008B65D7"/>
    <w:rsid w:val="008B7FAB"/>
    <w:rsid w:val="008C07B7"/>
    <w:rsid w:val="008C18EF"/>
    <w:rsid w:val="008C277F"/>
    <w:rsid w:val="008C6947"/>
    <w:rsid w:val="008D1BEF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228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B4F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9F8"/>
    <w:rsid w:val="00DB4B43"/>
    <w:rsid w:val="00DB6A42"/>
    <w:rsid w:val="00DC4367"/>
    <w:rsid w:val="00DE0719"/>
    <w:rsid w:val="00DF0D96"/>
    <w:rsid w:val="00DF5A22"/>
    <w:rsid w:val="00DF6C29"/>
    <w:rsid w:val="00E02255"/>
    <w:rsid w:val="00E03596"/>
    <w:rsid w:val="00E049E4"/>
    <w:rsid w:val="00E04A42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558F83"/>
  <w14:defaultImageDpi w14:val="0"/>
  <w15:docId w15:val="{9B02F510-038F-4EC0-8BEA-F15951D2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86936B01B7D643A919F798E4DC1889" ma:contentTypeVersion="" ma:contentTypeDescription="Vytvoří nový dokument" ma:contentTypeScope="" ma:versionID="e7345fa421ce74022b429468221733f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307A67C8-153B-4365-97C0-784358423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42</TotalTime>
  <Pages>2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Beluhová Eliška</cp:lastModifiedBy>
  <cp:revision>17</cp:revision>
  <cp:lastPrinted>2018-04-18T10:56:00Z</cp:lastPrinted>
  <dcterms:created xsi:type="dcterms:W3CDTF">2018-04-26T13:07:00Z</dcterms:created>
  <dcterms:modified xsi:type="dcterms:W3CDTF">2018-10-03T10:55:00Z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0x0101000C86936B01B7D643A919F798E4DC1889</vt:lpwstr>
  </property>
</Properties>
</file>